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414DF7E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597836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2C8C420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9783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</w:t>
      </w:r>
      <w:r w:rsidR="00597836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8735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5F1C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C65F1C">
              <w:rPr>
                <w:rFonts w:ascii="Corbel" w:hAnsi="Corbel"/>
                <w:sz w:val="24"/>
                <w:szCs w:val="24"/>
              </w:rPr>
              <w:t xml:space="preserve">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Majcherek J. Ekonomika przedsiębiorstw,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41D54" w14:textId="77777777" w:rsidR="00482FA2" w:rsidRDefault="00482FA2" w:rsidP="00C16ABF">
      <w:pPr>
        <w:spacing w:after="0" w:line="240" w:lineRule="auto"/>
      </w:pPr>
      <w:r>
        <w:separator/>
      </w:r>
    </w:p>
  </w:endnote>
  <w:endnote w:type="continuationSeparator" w:id="0">
    <w:p w14:paraId="7642F318" w14:textId="77777777" w:rsidR="00482FA2" w:rsidRDefault="00482F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0D2E8" w14:textId="77777777" w:rsidR="00482FA2" w:rsidRDefault="00482FA2" w:rsidP="00C16ABF">
      <w:pPr>
        <w:spacing w:after="0" w:line="240" w:lineRule="auto"/>
      </w:pPr>
      <w:r>
        <w:separator/>
      </w:r>
    </w:p>
  </w:footnote>
  <w:footnote w:type="continuationSeparator" w:id="0">
    <w:p w14:paraId="4D72913E" w14:textId="77777777" w:rsidR="00482FA2" w:rsidRDefault="00482FA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9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A2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97836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483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A6F84F-038F-42A7-B8F6-3FCCB4A5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2020-09-30T13:29:00Z</dcterms:created>
  <dcterms:modified xsi:type="dcterms:W3CDTF">2022-02-09T08:09:00Z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